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7C" w:rsidRDefault="005D317C" w:rsidP="005D317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eastAsia="Times New Roman" w:hAnsi="Arial" w:cs="Arial"/>
          <w:noProof/>
          <w:color w:val="000000"/>
          <w:sz w:val="24"/>
          <w:szCs w:val="24"/>
          <w:lang w:eastAsia="en-GB"/>
        </w:rPr>
        <w:drawing>
          <wp:inline distT="0" distB="0" distL="0" distR="0" wp14:anchorId="02A1D64A" wp14:editId="15A69147">
            <wp:extent cx="1714500" cy="1133475"/>
            <wp:effectExtent l="0" t="0" r="0" b="9525"/>
            <wp:docPr id="1" name="Picture 1" descr="The new DE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new DECC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17C" w:rsidRDefault="005D317C" w:rsidP="00523E5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D317C" w:rsidRDefault="005D317C" w:rsidP="00523E5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D317C" w:rsidRDefault="005D317C" w:rsidP="00523E5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23E53" w:rsidRPr="005D317C" w:rsidRDefault="008E31D5" w:rsidP="00523E5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EMR </w:t>
      </w:r>
      <w:r w:rsidR="009F28E6" w:rsidRPr="005D317C">
        <w:rPr>
          <w:rFonts w:ascii="Arial" w:hAnsi="Arial" w:cs="Arial"/>
          <w:b/>
          <w:sz w:val="24"/>
          <w:szCs w:val="24"/>
        </w:rPr>
        <w:t xml:space="preserve">COLLABORATIVE DEVELOPMENT: </w:t>
      </w:r>
      <w:r w:rsidR="00AE7570">
        <w:rPr>
          <w:rFonts w:ascii="Arial" w:hAnsi="Arial" w:cs="Arial"/>
          <w:b/>
          <w:sz w:val="24"/>
          <w:szCs w:val="24"/>
        </w:rPr>
        <w:t>2nd</w:t>
      </w:r>
      <w:r w:rsidR="00BD028E">
        <w:rPr>
          <w:rFonts w:ascii="Arial" w:hAnsi="Arial" w:cs="Arial"/>
          <w:b/>
          <w:sz w:val="24"/>
          <w:szCs w:val="24"/>
        </w:rPr>
        <w:t xml:space="preserve"> </w:t>
      </w:r>
      <w:r w:rsidR="009F28E6" w:rsidRPr="005D317C">
        <w:rPr>
          <w:rFonts w:ascii="Arial" w:hAnsi="Arial" w:cs="Arial"/>
          <w:b/>
          <w:sz w:val="24"/>
          <w:szCs w:val="24"/>
        </w:rPr>
        <w:t>IMPLEMENTATION STEERING GROUP</w:t>
      </w:r>
    </w:p>
    <w:p w:rsidR="00CF7749" w:rsidRDefault="00CF7749" w:rsidP="007D373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3399C" w:rsidRDefault="00EC0524" w:rsidP="007D373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Pr="00346CC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Pr="00346CC2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1</w:t>
      </w:r>
      <w:r w:rsidRPr="00346CC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Pr="00346CC2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83163A">
        <w:rPr>
          <w:rFonts w:ascii="Arial" w:hAnsi="Arial" w:cs="Arial"/>
          <w:b/>
          <w:sz w:val="24"/>
          <w:szCs w:val="24"/>
        </w:rPr>
        <w:t>Wednesday</w:t>
      </w:r>
      <w:r w:rsidR="00523E53" w:rsidRPr="00346CC2">
        <w:rPr>
          <w:rFonts w:ascii="Arial" w:hAnsi="Arial" w:cs="Arial"/>
          <w:b/>
          <w:sz w:val="24"/>
          <w:szCs w:val="24"/>
        </w:rPr>
        <w:t xml:space="preserve"> </w:t>
      </w:r>
      <w:r w:rsidR="00AE7570">
        <w:rPr>
          <w:rFonts w:ascii="Arial" w:hAnsi="Arial" w:cs="Arial"/>
          <w:b/>
          <w:sz w:val="24"/>
          <w:szCs w:val="24"/>
        </w:rPr>
        <w:t>11</w:t>
      </w:r>
      <w:r w:rsidR="00BD028E">
        <w:rPr>
          <w:rFonts w:ascii="Arial" w:hAnsi="Arial" w:cs="Arial"/>
          <w:b/>
          <w:sz w:val="24"/>
          <w:szCs w:val="24"/>
        </w:rPr>
        <w:t xml:space="preserve"> </w:t>
      </w:r>
      <w:r w:rsidR="00AE7570">
        <w:rPr>
          <w:rFonts w:ascii="Arial" w:hAnsi="Arial" w:cs="Arial"/>
          <w:b/>
          <w:sz w:val="24"/>
          <w:szCs w:val="24"/>
        </w:rPr>
        <w:t>September</w:t>
      </w:r>
      <w:r w:rsidR="00523E53" w:rsidRPr="00346CC2">
        <w:rPr>
          <w:rFonts w:ascii="Arial" w:hAnsi="Arial" w:cs="Arial"/>
          <w:b/>
          <w:sz w:val="24"/>
          <w:szCs w:val="24"/>
        </w:rPr>
        <w:t xml:space="preserve"> 2013</w:t>
      </w:r>
    </w:p>
    <w:p w:rsidR="00F429F0" w:rsidRDefault="00F429F0" w:rsidP="0083399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E635B" w:rsidRPr="00346CC2" w:rsidRDefault="0083399C" w:rsidP="0083399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Location: </w:t>
      </w:r>
      <w:r w:rsidRPr="0083399C">
        <w:rPr>
          <w:rFonts w:ascii="Arial" w:hAnsi="Arial" w:cs="Arial"/>
          <w:b/>
          <w:sz w:val="24"/>
          <w:szCs w:val="24"/>
        </w:rPr>
        <w:t>Mary Sumner House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3399C">
        <w:rPr>
          <w:rFonts w:ascii="Arial" w:hAnsi="Arial" w:cs="Arial"/>
          <w:b/>
          <w:sz w:val="24"/>
          <w:szCs w:val="24"/>
        </w:rPr>
        <w:t xml:space="preserve">24 </w:t>
      </w:r>
      <w:proofErr w:type="spellStart"/>
      <w:r w:rsidRPr="0083399C">
        <w:rPr>
          <w:rFonts w:ascii="Arial" w:hAnsi="Arial" w:cs="Arial"/>
          <w:b/>
          <w:sz w:val="24"/>
          <w:szCs w:val="24"/>
        </w:rPr>
        <w:t>Tufton</w:t>
      </w:r>
      <w:proofErr w:type="spellEnd"/>
      <w:r w:rsidRPr="0083399C">
        <w:rPr>
          <w:rFonts w:ascii="Arial" w:hAnsi="Arial" w:cs="Arial"/>
          <w:b/>
          <w:sz w:val="24"/>
          <w:szCs w:val="24"/>
        </w:rPr>
        <w:t xml:space="preserve"> Street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3399C">
        <w:rPr>
          <w:rFonts w:ascii="Arial" w:hAnsi="Arial" w:cs="Arial"/>
          <w:b/>
          <w:sz w:val="24"/>
          <w:szCs w:val="24"/>
        </w:rPr>
        <w:t>London</w:t>
      </w:r>
      <w:r>
        <w:rPr>
          <w:rFonts w:ascii="Arial" w:hAnsi="Arial" w:cs="Arial"/>
          <w:b/>
          <w:sz w:val="24"/>
          <w:szCs w:val="24"/>
        </w:rPr>
        <w:t>,</w:t>
      </w:r>
      <w:r w:rsidRPr="0083399C">
        <w:rPr>
          <w:rFonts w:ascii="Arial" w:hAnsi="Arial" w:cs="Arial"/>
          <w:b/>
          <w:sz w:val="24"/>
          <w:szCs w:val="24"/>
        </w:rPr>
        <w:t xml:space="preserve"> SW1P 3RB</w:t>
      </w:r>
    </w:p>
    <w:p w:rsidR="006E635B" w:rsidRPr="00346CC2" w:rsidRDefault="006E635B" w:rsidP="00725D12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660D20" w:rsidRPr="00346CC2" w:rsidRDefault="00660D20" w:rsidP="00725D12">
      <w:pPr>
        <w:spacing w:after="0"/>
        <w:rPr>
          <w:rFonts w:ascii="Arial" w:hAnsi="Arial" w:cs="Arial"/>
          <w:sz w:val="24"/>
          <w:szCs w:val="24"/>
          <w:u w:val="single"/>
        </w:rPr>
        <w:sectPr w:rsidR="00660D20" w:rsidRPr="00346CC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D317C" w:rsidRDefault="005D317C" w:rsidP="00324D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25D12" w:rsidRPr="00346CC2" w:rsidRDefault="00523E53" w:rsidP="00324DC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46CC2">
        <w:rPr>
          <w:rFonts w:ascii="Arial" w:hAnsi="Arial" w:cs="Arial"/>
          <w:b/>
          <w:sz w:val="24"/>
          <w:szCs w:val="24"/>
        </w:rPr>
        <w:t>AGENDA</w:t>
      </w:r>
    </w:p>
    <w:p w:rsidR="00324DC3" w:rsidRPr="00346CC2" w:rsidRDefault="00324DC3" w:rsidP="00324D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5103"/>
        <w:gridCol w:w="2126"/>
      </w:tblGrid>
      <w:tr w:rsidR="00CA2E92" w:rsidRPr="00346CC2" w:rsidTr="00EE3E01">
        <w:trPr>
          <w:trHeight w:val="506"/>
        </w:trPr>
        <w:tc>
          <w:tcPr>
            <w:tcW w:w="1276" w:type="dxa"/>
            <w:shd w:val="clear" w:color="auto" w:fill="B8CCE4" w:themeFill="accent1" w:themeFillTint="66"/>
          </w:tcPr>
          <w:p w:rsidR="00CA2E92" w:rsidRPr="00346CC2" w:rsidRDefault="007D373C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6CC2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970965" w:rsidRPr="00346CC2">
              <w:rPr>
                <w:rFonts w:ascii="Arial" w:hAnsi="Arial" w:cs="Arial"/>
                <w:b/>
                <w:sz w:val="24"/>
                <w:szCs w:val="24"/>
              </w:rPr>
              <w:t xml:space="preserve">iming </w:t>
            </w:r>
          </w:p>
        </w:tc>
        <w:tc>
          <w:tcPr>
            <w:tcW w:w="5103" w:type="dxa"/>
            <w:shd w:val="clear" w:color="auto" w:fill="B8CCE4" w:themeFill="accent1" w:themeFillTint="66"/>
          </w:tcPr>
          <w:p w:rsidR="00CA2E92" w:rsidRPr="00346CC2" w:rsidRDefault="00970965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6CC2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2126" w:type="dxa"/>
            <w:shd w:val="clear" w:color="auto" w:fill="B8CCE4" w:themeFill="accent1" w:themeFillTint="66"/>
          </w:tcPr>
          <w:p w:rsidR="00CA2E92" w:rsidRPr="00346CC2" w:rsidRDefault="00970965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6CC2">
              <w:rPr>
                <w:rFonts w:ascii="Arial" w:hAnsi="Arial" w:cs="Arial"/>
                <w:b/>
                <w:sz w:val="24"/>
                <w:szCs w:val="24"/>
              </w:rPr>
              <w:t xml:space="preserve">Lead </w:t>
            </w:r>
          </w:p>
        </w:tc>
      </w:tr>
      <w:tr w:rsidR="00CA2E92" w:rsidRPr="00346CC2" w:rsidTr="00B04556">
        <w:trPr>
          <w:trHeight w:val="937"/>
        </w:trPr>
        <w:tc>
          <w:tcPr>
            <w:tcW w:w="1276" w:type="dxa"/>
          </w:tcPr>
          <w:p w:rsidR="00CA2E92" w:rsidRDefault="00CA2E92" w:rsidP="001E759D">
            <w:pPr>
              <w:rPr>
                <w:rFonts w:ascii="Arial" w:hAnsi="Arial" w:cs="Arial"/>
                <w:sz w:val="24"/>
                <w:szCs w:val="24"/>
              </w:rPr>
            </w:pPr>
          </w:p>
          <w:p w:rsidR="00F17358" w:rsidRPr="00346CC2" w:rsidRDefault="00F17358" w:rsidP="001E75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9.30 – 9.40</w:t>
            </w:r>
          </w:p>
        </w:tc>
        <w:tc>
          <w:tcPr>
            <w:tcW w:w="5103" w:type="dxa"/>
          </w:tcPr>
          <w:p w:rsidR="00DA5746" w:rsidRPr="00346CC2" w:rsidRDefault="00DA5746" w:rsidP="00725D12">
            <w:pPr>
              <w:rPr>
                <w:rFonts w:ascii="Arial" w:hAnsi="Arial" w:cs="Arial"/>
                <w:sz w:val="24"/>
                <w:szCs w:val="24"/>
              </w:rPr>
            </w:pPr>
          </w:p>
          <w:p w:rsidR="00B855D1" w:rsidRPr="00683B46" w:rsidRDefault="00A9687D" w:rsidP="00683B46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83B46">
              <w:rPr>
                <w:rFonts w:ascii="Arial" w:hAnsi="Arial" w:cs="Arial"/>
                <w:b/>
                <w:sz w:val="24"/>
                <w:szCs w:val="24"/>
              </w:rPr>
              <w:t>Welcome &amp;</w:t>
            </w:r>
            <w:r w:rsidR="00CA0DB9" w:rsidRPr="00683B46">
              <w:rPr>
                <w:rFonts w:ascii="Arial" w:hAnsi="Arial" w:cs="Arial"/>
                <w:b/>
                <w:sz w:val="24"/>
                <w:szCs w:val="24"/>
              </w:rPr>
              <w:t xml:space="preserve"> Introductions</w:t>
            </w:r>
          </w:p>
        </w:tc>
        <w:tc>
          <w:tcPr>
            <w:tcW w:w="2126" w:type="dxa"/>
          </w:tcPr>
          <w:p w:rsidR="00CA2E92" w:rsidRPr="00346CC2" w:rsidRDefault="00CA2E92" w:rsidP="00725D12">
            <w:pPr>
              <w:rPr>
                <w:rFonts w:ascii="Arial" w:hAnsi="Arial" w:cs="Arial"/>
                <w:sz w:val="24"/>
                <w:szCs w:val="24"/>
              </w:rPr>
            </w:pPr>
          </w:p>
          <w:p w:rsidR="00DA5746" w:rsidRDefault="00DA5746" w:rsidP="00DA5746">
            <w:pPr>
              <w:rPr>
                <w:rFonts w:ascii="Arial" w:hAnsi="Arial" w:cs="Arial"/>
                <w:sz w:val="24"/>
                <w:szCs w:val="24"/>
              </w:rPr>
            </w:pPr>
            <w:r w:rsidRPr="00346CC2">
              <w:rPr>
                <w:rFonts w:ascii="Arial" w:hAnsi="Arial" w:cs="Arial"/>
                <w:sz w:val="24"/>
                <w:szCs w:val="24"/>
              </w:rPr>
              <w:t xml:space="preserve">Jonathan </w:t>
            </w:r>
            <w:r w:rsidR="00CA0DB9">
              <w:rPr>
                <w:rFonts w:ascii="Arial" w:hAnsi="Arial" w:cs="Arial"/>
                <w:sz w:val="24"/>
                <w:szCs w:val="24"/>
              </w:rPr>
              <w:t>Mills</w:t>
            </w:r>
            <w:r w:rsidR="00EB3A16" w:rsidRPr="00346CC2">
              <w:rPr>
                <w:rFonts w:ascii="Arial" w:hAnsi="Arial" w:cs="Arial"/>
                <w:sz w:val="24"/>
                <w:szCs w:val="24"/>
              </w:rPr>
              <w:t xml:space="preserve"> (Chair)</w:t>
            </w:r>
            <w:r w:rsidR="00954B59">
              <w:rPr>
                <w:rFonts w:ascii="Arial" w:hAnsi="Arial" w:cs="Arial"/>
                <w:sz w:val="24"/>
                <w:szCs w:val="24"/>
              </w:rPr>
              <w:t>, DECC</w:t>
            </w:r>
            <w:r w:rsidR="00EB3A16" w:rsidRPr="00346C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66A14" w:rsidRPr="00346CC2" w:rsidRDefault="00466A14" w:rsidP="00DA57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3614" w:rsidRPr="00346CC2" w:rsidTr="003009BA">
        <w:trPr>
          <w:trHeight w:val="506"/>
        </w:trPr>
        <w:tc>
          <w:tcPr>
            <w:tcW w:w="1276" w:type="dxa"/>
          </w:tcPr>
          <w:p w:rsidR="00AF3614" w:rsidRDefault="00AF3614" w:rsidP="004900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84E8F" w:rsidRDefault="00992575" w:rsidP="004900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9.40 – 10.20</w:t>
            </w:r>
          </w:p>
          <w:p w:rsidR="00184E8F" w:rsidRDefault="00184E8F" w:rsidP="004900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AF3614" w:rsidRDefault="00AF3614" w:rsidP="003009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F3614" w:rsidRPr="00683B46" w:rsidRDefault="0019661B" w:rsidP="00683B46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83B46">
              <w:rPr>
                <w:rFonts w:ascii="Arial" w:hAnsi="Arial" w:cs="Arial"/>
                <w:b/>
                <w:sz w:val="24"/>
                <w:szCs w:val="24"/>
              </w:rPr>
              <w:t>Review of</w:t>
            </w:r>
            <w:r w:rsidR="001E759D" w:rsidRPr="00683B46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  <w:r w:rsidR="00987AB4">
              <w:rPr>
                <w:rFonts w:ascii="Arial" w:hAnsi="Arial" w:cs="Arial"/>
                <w:b/>
                <w:sz w:val="24"/>
                <w:szCs w:val="24"/>
              </w:rPr>
              <w:t xml:space="preserve">apacity </w:t>
            </w:r>
            <w:r w:rsidR="001E759D" w:rsidRPr="00683B4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87AB4">
              <w:rPr>
                <w:rFonts w:ascii="Arial" w:hAnsi="Arial" w:cs="Arial"/>
                <w:b/>
                <w:sz w:val="24"/>
                <w:szCs w:val="24"/>
              </w:rPr>
              <w:t>arket</w:t>
            </w:r>
            <w:r w:rsidR="001E759D" w:rsidRPr="00683B46">
              <w:rPr>
                <w:rFonts w:ascii="Arial" w:hAnsi="Arial" w:cs="Arial"/>
                <w:b/>
                <w:sz w:val="24"/>
                <w:szCs w:val="24"/>
              </w:rPr>
              <w:t xml:space="preserve"> Working Groups</w:t>
            </w:r>
          </w:p>
          <w:p w:rsidR="006D71E8" w:rsidRDefault="006D71E8" w:rsidP="003009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F3614" w:rsidRDefault="00AF3614" w:rsidP="001E759D">
            <w:pPr>
              <w:rPr>
                <w:rFonts w:ascii="Arial" w:hAnsi="Arial" w:cs="Arial"/>
                <w:sz w:val="24"/>
                <w:szCs w:val="24"/>
              </w:rPr>
            </w:pPr>
          </w:p>
          <w:p w:rsidR="0019661B" w:rsidRDefault="00197823" w:rsidP="00B510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Stuart Cook, </w:t>
            </w:r>
            <w:r w:rsidR="0019661B">
              <w:rPr>
                <w:rFonts w:ascii="Arial" w:hAnsi="Arial" w:cs="Arial"/>
                <w:sz w:val="24"/>
                <w:szCs w:val="24"/>
              </w:rPr>
              <w:t>PwC</w:t>
            </w:r>
            <w:r w:rsidR="00B510BD">
              <w:rPr>
                <w:rFonts w:ascii="Arial" w:hAnsi="Arial" w:cs="Arial"/>
                <w:sz w:val="24"/>
                <w:szCs w:val="24"/>
              </w:rPr>
              <w:t xml:space="preserve"> and Fergal McNamara</w:t>
            </w:r>
            <w:r w:rsidR="00336166">
              <w:rPr>
                <w:rFonts w:ascii="Arial" w:hAnsi="Arial" w:cs="Arial"/>
                <w:sz w:val="24"/>
                <w:szCs w:val="24"/>
              </w:rPr>
              <w:t>, DECC</w:t>
            </w:r>
          </w:p>
          <w:p w:rsidR="00B510BD" w:rsidRDefault="00B510BD" w:rsidP="00B510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2E92" w:rsidRPr="00346CC2" w:rsidTr="00E042A2">
        <w:trPr>
          <w:trHeight w:val="506"/>
        </w:trPr>
        <w:tc>
          <w:tcPr>
            <w:tcW w:w="1276" w:type="dxa"/>
          </w:tcPr>
          <w:p w:rsidR="00CA2E92" w:rsidRDefault="00CA2E92" w:rsidP="004900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84E8F" w:rsidRPr="00346CC2" w:rsidRDefault="00184E8F" w:rsidP="009925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  <w:r w:rsidR="00992575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10.</w:t>
            </w:r>
            <w:r w:rsidR="0099257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20277A" w:rsidRDefault="0020277A" w:rsidP="000723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2AF5" w:rsidRDefault="00B73B20" w:rsidP="00683B46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83B46">
              <w:rPr>
                <w:rFonts w:ascii="Arial" w:hAnsi="Arial" w:cs="Arial"/>
                <w:b/>
                <w:sz w:val="24"/>
                <w:szCs w:val="24"/>
              </w:rPr>
              <w:t>Contracts for Difference</w:t>
            </w:r>
            <w:r w:rsidR="00A56D9E" w:rsidRPr="00683B46">
              <w:rPr>
                <w:rFonts w:ascii="Arial" w:hAnsi="Arial" w:cs="Arial"/>
                <w:b/>
                <w:sz w:val="24"/>
                <w:szCs w:val="24"/>
              </w:rPr>
              <w:t xml:space="preserve"> Collaborative Development</w:t>
            </w:r>
            <w:r w:rsidR="009972C5" w:rsidRPr="00683B46">
              <w:rPr>
                <w:rFonts w:ascii="Arial" w:hAnsi="Arial" w:cs="Arial"/>
                <w:b/>
                <w:sz w:val="24"/>
                <w:szCs w:val="24"/>
              </w:rPr>
              <w:t xml:space="preserve"> – final programme</w:t>
            </w:r>
          </w:p>
          <w:p w:rsidR="00B510BD" w:rsidRPr="00683B46" w:rsidRDefault="00B510BD" w:rsidP="00B510BD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D6C96" w:rsidRDefault="00CD6C96" w:rsidP="00725D12">
            <w:pPr>
              <w:rPr>
                <w:rFonts w:ascii="Arial" w:hAnsi="Arial" w:cs="Arial"/>
                <w:sz w:val="24"/>
                <w:szCs w:val="24"/>
              </w:rPr>
            </w:pPr>
          </w:p>
          <w:p w:rsidR="003B0D09" w:rsidRPr="00346CC2" w:rsidRDefault="00C63CC5" w:rsidP="00725D12">
            <w:pPr>
              <w:rPr>
                <w:rFonts w:ascii="Arial" w:hAnsi="Arial" w:cs="Arial"/>
                <w:sz w:val="24"/>
                <w:szCs w:val="24"/>
              </w:rPr>
            </w:pPr>
            <w:r w:rsidRPr="00C63CC5">
              <w:rPr>
                <w:rFonts w:ascii="Arial" w:hAnsi="Arial" w:cs="Arial"/>
                <w:sz w:val="24"/>
                <w:szCs w:val="24"/>
              </w:rPr>
              <w:t>Rob Epstein</w:t>
            </w:r>
            <w:r w:rsidR="00954B59">
              <w:rPr>
                <w:rFonts w:ascii="Arial" w:hAnsi="Arial" w:cs="Arial"/>
                <w:sz w:val="24"/>
                <w:szCs w:val="24"/>
              </w:rPr>
              <w:t>, DECC</w:t>
            </w:r>
          </w:p>
        </w:tc>
      </w:tr>
      <w:tr w:rsidR="00197823" w:rsidRPr="00346CC2" w:rsidTr="00E042A2">
        <w:trPr>
          <w:trHeight w:val="506"/>
        </w:trPr>
        <w:tc>
          <w:tcPr>
            <w:tcW w:w="1276" w:type="dxa"/>
          </w:tcPr>
          <w:p w:rsidR="00197823" w:rsidRDefault="00197823" w:rsidP="004900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97823" w:rsidRDefault="00197823" w:rsidP="004900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10.50 – 11.20</w:t>
            </w:r>
          </w:p>
          <w:p w:rsidR="00197823" w:rsidRPr="00346CC2" w:rsidRDefault="00197823" w:rsidP="004900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197823" w:rsidRDefault="00197823" w:rsidP="000723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823" w:rsidRPr="00683B46" w:rsidRDefault="00197823" w:rsidP="00683B46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83B46">
              <w:rPr>
                <w:rFonts w:ascii="Arial" w:hAnsi="Arial" w:cs="Arial"/>
                <w:b/>
                <w:sz w:val="24"/>
                <w:szCs w:val="24"/>
              </w:rPr>
              <w:t>Forward look: shape of final deliverable</w:t>
            </w:r>
          </w:p>
          <w:p w:rsidR="00197823" w:rsidRDefault="00197823" w:rsidP="000723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97823" w:rsidRDefault="00197823" w:rsidP="00E537CF">
            <w:pPr>
              <w:rPr>
                <w:rFonts w:ascii="Arial" w:hAnsi="Arial" w:cs="Arial"/>
                <w:sz w:val="24"/>
                <w:szCs w:val="24"/>
              </w:rPr>
            </w:pPr>
          </w:p>
          <w:p w:rsidR="00197823" w:rsidRDefault="00197823" w:rsidP="00E537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Stuart Cook, PwC</w:t>
            </w:r>
          </w:p>
        </w:tc>
      </w:tr>
      <w:tr w:rsidR="00197823" w:rsidRPr="00346CC2" w:rsidTr="00083EBF">
        <w:trPr>
          <w:trHeight w:val="935"/>
        </w:trPr>
        <w:tc>
          <w:tcPr>
            <w:tcW w:w="1276" w:type="dxa"/>
          </w:tcPr>
          <w:p w:rsidR="00197823" w:rsidRDefault="00197823" w:rsidP="00725D12">
            <w:pPr>
              <w:rPr>
                <w:rFonts w:ascii="Arial" w:hAnsi="Arial" w:cs="Arial"/>
                <w:sz w:val="24"/>
                <w:szCs w:val="24"/>
              </w:rPr>
            </w:pPr>
          </w:p>
          <w:p w:rsidR="00197823" w:rsidRPr="00346CC2" w:rsidRDefault="00197823" w:rsidP="00725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11.20-11.30</w:t>
            </w:r>
          </w:p>
        </w:tc>
        <w:tc>
          <w:tcPr>
            <w:tcW w:w="5103" w:type="dxa"/>
          </w:tcPr>
          <w:p w:rsidR="00197823" w:rsidRDefault="00197823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823" w:rsidRPr="00683B46" w:rsidRDefault="00197823" w:rsidP="00683B46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83B46">
              <w:rPr>
                <w:rFonts w:ascii="Arial" w:hAnsi="Arial" w:cs="Arial"/>
                <w:b/>
                <w:sz w:val="24"/>
                <w:szCs w:val="24"/>
              </w:rPr>
              <w:t xml:space="preserve">Summary &amp; Next Steps </w:t>
            </w:r>
          </w:p>
        </w:tc>
        <w:tc>
          <w:tcPr>
            <w:tcW w:w="2126" w:type="dxa"/>
          </w:tcPr>
          <w:p w:rsidR="00197823" w:rsidRDefault="00197823" w:rsidP="005759F9">
            <w:pPr>
              <w:rPr>
                <w:rFonts w:ascii="Arial" w:hAnsi="Arial" w:cs="Arial"/>
                <w:sz w:val="24"/>
                <w:szCs w:val="24"/>
              </w:rPr>
            </w:pPr>
          </w:p>
          <w:p w:rsidR="00197823" w:rsidRDefault="00197823" w:rsidP="005759F9">
            <w:pPr>
              <w:rPr>
                <w:rFonts w:ascii="Arial" w:hAnsi="Arial" w:cs="Arial"/>
                <w:sz w:val="24"/>
                <w:szCs w:val="24"/>
              </w:rPr>
            </w:pPr>
            <w:r w:rsidRPr="00346CC2">
              <w:rPr>
                <w:rFonts w:ascii="Arial" w:hAnsi="Arial" w:cs="Arial"/>
                <w:sz w:val="24"/>
                <w:szCs w:val="24"/>
              </w:rPr>
              <w:t xml:space="preserve">Jonathan </w:t>
            </w:r>
            <w:r>
              <w:rPr>
                <w:rFonts w:ascii="Arial" w:hAnsi="Arial" w:cs="Arial"/>
                <w:sz w:val="24"/>
                <w:szCs w:val="24"/>
              </w:rPr>
              <w:t>Mills</w:t>
            </w:r>
            <w:r w:rsidR="00954B59">
              <w:rPr>
                <w:rFonts w:ascii="Arial" w:hAnsi="Arial" w:cs="Arial"/>
                <w:sz w:val="24"/>
                <w:szCs w:val="24"/>
              </w:rPr>
              <w:t xml:space="preserve"> (Chair), DECC</w:t>
            </w:r>
          </w:p>
          <w:p w:rsidR="00197823" w:rsidRPr="00346CC2" w:rsidRDefault="00197823" w:rsidP="00977E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317C" w:rsidRPr="005D317C" w:rsidRDefault="005D317C" w:rsidP="005D317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5D317C" w:rsidRPr="005D317C" w:rsidRDefault="005D317C" w:rsidP="005D317C">
      <w:pPr>
        <w:spacing w:after="0" w:line="240" w:lineRule="auto"/>
        <w:rPr>
          <w:rFonts w:ascii="Arial" w:eastAsia="Times New Roman" w:hAnsi="Arial" w:cs="Arial"/>
          <w:vanish/>
          <w:color w:val="666666"/>
          <w:sz w:val="24"/>
          <w:szCs w:val="24"/>
          <w:lang w:eastAsia="en-GB"/>
        </w:rPr>
      </w:pPr>
      <w:r w:rsidRPr="005D317C">
        <w:rPr>
          <w:rFonts w:ascii="Arial" w:eastAsia="Times New Roman" w:hAnsi="Arial" w:cs="Arial"/>
          <w:vanish/>
          <w:color w:val="666666"/>
          <w:sz w:val="24"/>
          <w:szCs w:val="24"/>
          <w:lang w:eastAsia="en-GB"/>
        </w:rPr>
        <w:t>Image Caption</w:t>
      </w:r>
    </w:p>
    <w:sectPr w:rsidR="005D317C" w:rsidRPr="005D317C" w:rsidSect="00660D20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E95"/>
    <w:multiLevelType w:val="hybridMultilevel"/>
    <w:tmpl w:val="7772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E46F2"/>
    <w:multiLevelType w:val="hybridMultilevel"/>
    <w:tmpl w:val="D4600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C2C72"/>
    <w:multiLevelType w:val="hybridMultilevel"/>
    <w:tmpl w:val="8E2EE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F1674"/>
    <w:multiLevelType w:val="hybridMultilevel"/>
    <w:tmpl w:val="509E2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24C48"/>
    <w:multiLevelType w:val="hybridMultilevel"/>
    <w:tmpl w:val="510C9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DF525D"/>
    <w:multiLevelType w:val="hybridMultilevel"/>
    <w:tmpl w:val="24F41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A6258"/>
    <w:multiLevelType w:val="hybridMultilevel"/>
    <w:tmpl w:val="18C48418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6860E8"/>
    <w:multiLevelType w:val="hybridMultilevel"/>
    <w:tmpl w:val="FC40ED0A"/>
    <w:lvl w:ilvl="0" w:tplc="8B5A6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F332B"/>
    <w:multiLevelType w:val="hybridMultilevel"/>
    <w:tmpl w:val="7A6022D4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D2E0437"/>
    <w:multiLevelType w:val="multilevel"/>
    <w:tmpl w:val="E88C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C95153"/>
    <w:multiLevelType w:val="hybridMultilevel"/>
    <w:tmpl w:val="4F56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9336F"/>
    <w:multiLevelType w:val="hybridMultilevel"/>
    <w:tmpl w:val="F4282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843BD7"/>
    <w:multiLevelType w:val="hybridMultilevel"/>
    <w:tmpl w:val="ECD89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855F6B"/>
    <w:multiLevelType w:val="hybridMultilevel"/>
    <w:tmpl w:val="C946359C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2C4064"/>
    <w:multiLevelType w:val="hybridMultilevel"/>
    <w:tmpl w:val="0DA82204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7364B0"/>
    <w:multiLevelType w:val="hybridMultilevel"/>
    <w:tmpl w:val="208AC9BE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6B42118"/>
    <w:multiLevelType w:val="hybridMultilevel"/>
    <w:tmpl w:val="AF76CA84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BAF3240"/>
    <w:multiLevelType w:val="hybridMultilevel"/>
    <w:tmpl w:val="E5F456AC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14"/>
  </w:num>
  <w:num w:numId="10">
    <w:abstractNumId w:val="8"/>
  </w:num>
  <w:num w:numId="11">
    <w:abstractNumId w:val="13"/>
  </w:num>
  <w:num w:numId="12">
    <w:abstractNumId w:val="15"/>
  </w:num>
  <w:num w:numId="13">
    <w:abstractNumId w:val="17"/>
  </w:num>
  <w:num w:numId="14">
    <w:abstractNumId w:val="16"/>
  </w:num>
  <w:num w:numId="15">
    <w:abstractNumId w:val="6"/>
  </w:num>
  <w:num w:numId="16">
    <w:abstractNumId w:val="7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6F"/>
    <w:rsid w:val="000011E5"/>
    <w:rsid w:val="000138A9"/>
    <w:rsid w:val="0004109A"/>
    <w:rsid w:val="00046F0D"/>
    <w:rsid w:val="000663C7"/>
    <w:rsid w:val="0007032B"/>
    <w:rsid w:val="000723CD"/>
    <w:rsid w:val="00083EBF"/>
    <w:rsid w:val="000855C6"/>
    <w:rsid w:val="000A5444"/>
    <w:rsid w:val="000E00F3"/>
    <w:rsid w:val="000E0F6F"/>
    <w:rsid w:val="00113600"/>
    <w:rsid w:val="0012250D"/>
    <w:rsid w:val="001424B5"/>
    <w:rsid w:val="00147DC1"/>
    <w:rsid w:val="00173BD1"/>
    <w:rsid w:val="0017432A"/>
    <w:rsid w:val="00181C7D"/>
    <w:rsid w:val="00184E8F"/>
    <w:rsid w:val="0019262E"/>
    <w:rsid w:val="0019661B"/>
    <w:rsid w:val="00197823"/>
    <w:rsid w:val="001B0695"/>
    <w:rsid w:val="001B436C"/>
    <w:rsid w:val="001E6F2E"/>
    <w:rsid w:val="001E759D"/>
    <w:rsid w:val="0020277A"/>
    <w:rsid w:val="00203B48"/>
    <w:rsid w:val="00243FD1"/>
    <w:rsid w:val="00295050"/>
    <w:rsid w:val="002B3975"/>
    <w:rsid w:val="00311884"/>
    <w:rsid w:val="0031361D"/>
    <w:rsid w:val="00324DC3"/>
    <w:rsid w:val="00336166"/>
    <w:rsid w:val="00346CC2"/>
    <w:rsid w:val="0036206B"/>
    <w:rsid w:val="00393AEC"/>
    <w:rsid w:val="003B0D09"/>
    <w:rsid w:val="00400C17"/>
    <w:rsid w:val="00413C27"/>
    <w:rsid w:val="004532E5"/>
    <w:rsid w:val="00466593"/>
    <w:rsid w:val="00466A14"/>
    <w:rsid w:val="004753A3"/>
    <w:rsid w:val="00476B60"/>
    <w:rsid w:val="00481474"/>
    <w:rsid w:val="004848BF"/>
    <w:rsid w:val="00490080"/>
    <w:rsid w:val="004D1AE8"/>
    <w:rsid w:val="004E4172"/>
    <w:rsid w:val="00510A31"/>
    <w:rsid w:val="0051379E"/>
    <w:rsid w:val="00523E53"/>
    <w:rsid w:val="0052727A"/>
    <w:rsid w:val="00541F3D"/>
    <w:rsid w:val="005759F9"/>
    <w:rsid w:val="00580465"/>
    <w:rsid w:val="0059194A"/>
    <w:rsid w:val="005A34F4"/>
    <w:rsid w:val="005B6D43"/>
    <w:rsid w:val="005C62F2"/>
    <w:rsid w:val="005D317C"/>
    <w:rsid w:val="005E7D89"/>
    <w:rsid w:val="006011BF"/>
    <w:rsid w:val="006041ED"/>
    <w:rsid w:val="00660D20"/>
    <w:rsid w:val="00683B46"/>
    <w:rsid w:val="00690CDB"/>
    <w:rsid w:val="00692717"/>
    <w:rsid w:val="006B3F02"/>
    <w:rsid w:val="006B7AA3"/>
    <w:rsid w:val="006D245B"/>
    <w:rsid w:val="006D71E8"/>
    <w:rsid w:val="006E2237"/>
    <w:rsid w:val="006E635B"/>
    <w:rsid w:val="006F0672"/>
    <w:rsid w:val="00725D12"/>
    <w:rsid w:val="00745D50"/>
    <w:rsid w:val="00761028"/>
    <w:rsid w:val="00775B16"/>
    <w:rsid w:val="00795DE0"/>
    <w:rsid w:val="007978A9"/>
    <w:rsid w:val="00797A60"/>
    <w:rsid w:val="007D373C"/>
    <w:rsid w:val="007F6FC9"/>
    <w:rsid w:val="0083163A"/>
    <w:rsid w:val="0083399C"/>
    <w:rsid w:val="00854E51"/>
    <w:rsid w:val="008818AB"/>
    <w:rsid w:val="008A2698"/>
    <w:rsid w:val="008B5617"/>
    <w:rsid w:val="008C5B3C"/>
    <w:rsid w:val="008D06D1"/>
    <w:rsid w:val="008D2AF5"/>
    <w:rsid w:val="008E1AEC"/>
    <w:rsid w:val="008E31D5"/>
    <w:rsid w:val="00902629"/>
    <w:rsid w:val="00914D14"/>
    <w:rsid w:val="00937E9E"/>
    <w:rsid w:val="00942312"/>
    <w:rsid w:val="009527F5"/>
    <w:rsid w:val="00953588"/>
    <w:rsid w:val="00954B59"/>
    <w:rsid w:val="009701CD"/>
    <w:rsid w:val="00970965"/>
    <w:rsid w:val="00974D74"/>
    <w:rsid w:val="00977E18"/>
    <w:rsid w:val="00987AB4"/>
    <w:rsid w:val="00992575"/>
    <w:rsid w:val="009972C5"/>
    <w:rsid w:val="009B67C5"/>
    <w:rsid w:val="009C376A"/>
    <w:rsid w:val="009D7197"/>
    <w:rsid w:val="009E3CAF"/>
    <w:rsid w:val="009E3D00"/>
    <w:rsid w:val="009F28E6"/>
    <w:rsid w:val="00A224D7"/>
    <w:rsid w:val="00A22FE6"/>
    <w:rsid w:val="00A41801"/>
    <w:rsid w:val="00A56BA1"/>
    <w:rsid w:val="00A56D9E"/>
    <w:rsid w:val="00A9687D"/>
    <w:rsid w:val="00AE7570"/>
    <w:rsid w:val="00AF1753"/>
    <w:rsid w:val="00AF3614"/>
    <w:rsid w:val="00AF6102"/>
    <w:rsid w:val="00B04556"/>
    <w:rsid w:val="00B479C9"/>
    <w:rsid w:val="00B510BD"/>
    <w:rsid w:val="00B550A3"/>
    <w:rsid w:val="00B73B20"/>
    <w:rsid w:val="00B8086E"/>
    <w:rsid w:val="00B80FC7"/>
    <w:rsid w:val="00B855D1"/>
    <w:rsid w:val="00BD028E"/>
    <w:rsid w:val="00BE0AFC"/>
    <w:rsid w:val="00BF67EB"/>
    <w:rsid w:val="00C01E5D"/>
    <w:rsid w:val="00C149ED"/>
    <w:rsid w:val="00C36FDB"/>
    <w:rsid w:val="00C63CC5"/>
    <w:rsid w:val="00C91178"/>
    <w:rsid w:val="00CA0DB9"/>
    <w:rsid w:val="00CA2E92"/>
    <w:rsid w:val="00CC2017"/>
    <w:rsid w:val="00CD1592"/>
    <w:rsid w:val="00CD6C96"/>
    <w:rsid w:val="00CE23F6"/>
    <w:rsid w:val="00CF30CF"/>
    <w:rsid w:val="00CF4EB3"/>
    <w:rsid w:val="00CF7749"/>
    <w:rsid w:val="00D05B19"/>
    <w:rsid w:val="00D248FA"/>
    <w:rsid w:val="00D570F6"/>
    <w:rsid w:val="00D84D66"/>
    <w:rsid w:val="00D90B29"/>
    <w:rsid w:val="00DA5746"/>
    <w:rsid w:val="00DB5B12"/>
    <w:rsid w:val="00E042A2"/>
    <w:rsid w:val="00E06C3C"/>
    <w:rsid w:val="00E76474"/>
    <w:rsid w:val="00EB3A16"/>
    <w:rsid w:val="00EC0524"/>
    <w:rsid w:val="00EE2849"/>
    <w:rsid w:val="00EE3E01"/>
    <w:rsid w:val="00F0362D"/>
    <w:rsid w:val="00F06BB2"/>
    <w:rsid w:val="00F17358"/>
    <w:rsid w:val="00F2107B"/>
    <w:rsid w:val="00F232EC"/>
    <w:rsid w:val="00F3669D"/>
    <w:rsid w:val="00F429F0"/>
    <w:rsid w:val="00F60E4B"/>
    <w:rsid w:val="00F9308C"/>
    <w:rsid w:val="00FA05CF"/>
    <w:rsid w:val="00FA0F64"/>
    <w:rsid w:val="00FA233B"/>
    <w:rsid w:val="00FB031E"/>
    <w:rsid w:val="00FC0C7C"/>
    <w:rsid w:val="00FD5CD5"/>
    <w:rsid w:val="00FD678D"/>
    <w:rsid w:val="00FE3FCE"/>
    <w:rsid w:val="00FF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D12"/>
    <w:pPr>
      <w:ind w:left="720"/>
      <w:contextualSpacing/>
    </w:pPr>
  </w:style>
  <w:style w:type="table" w:styleId="TableGrid">
    <w:name w:val="Table Grid"/>
    <w:basedOn w:val="TableNormal"/>
    <w:uiPriority w:val="59"/>
    <w:rsid w:val="00CA2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D12"/>
    <w:pPr>
      <w:ind w:left="720"/>
      <w:contextualSpacing/>
    </w:pPr>
  </w:style>
  <w:style w:type="table" w:styleId="TableGrid">
    <w:name w:val="Table Grid"/>
    <w:basedOn w:val="TableNormal"/>
    <w:uiPriority w:val="59"/>
    <w:rsid w:val="00CA2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8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30745">
                      <w:marLeft w:val="26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8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2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56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242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4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454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6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45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30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64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170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8835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39566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93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6463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C52BC841</Template>
  <TotalTime>0</TotalTime>
  <Pages>1</Pages>
  <Words>97</Words>
  <Characters>554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 Pippa (Energy Markets and Networks)</dc:creator>
  <cp:lastModifiedBy>Avery Lawrence (Energy Markets &amp; Networks)</cp:lastModifiedBy>
  <cp:revision>2</cp:revision>
  <cp:lastPrinted>2013-08-08T07:52:00Z</cp:lastPrinted>
  <dcterms:created xsi:type="dcterms:W3CDTF">2013-09-13T15:26:00Z</dcterms:created>
  <dcterms:modified xsi:type="dcterms:W3CDTF">2013-09-13T15:26:00Z</dcterms:modified>
</cp:coreProperties>
</file>